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69" w:rsidRPr="007D0F95" w:rsidRDefault="002D7B69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Turbulencia Interior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5 de Julio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2D7B69" w:rsidRPr="00A908CC" w:rsidRDefault="002D7B69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2D7B69" w:rsidRDefault="002D7B69" w:rsidP="00886690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2D7B69" w:rsidRPr="00AC6F67" w:rsidRDefault="002D7B69" w:rsidP="00AC6F6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AC6F67">
        <w:rPr>
          <w:rFonts w:ascii="Arial" w:hAnsi="Arial" w:cs="Arial"/>
          <w:sz w:val="20"/>
          <w:szCs w:val="20"/>
        </w:rPr>
        <w:t>Nos movemos a través de una energía pesada que nos hace sentir inquietos, inseguros, inseguros y agotados. La tensión creada por esta energía está sacudiendo el suelo debajo de nosotros y empujando a la superficie una oscuridad colectiva que necesita ser despejada y liberada. Se exige un cambio, sin embargo, se nos aconseja no ser impulsivos o precipitados en este momento.</w:t>
      </w:r>
    </w:p>
    <w:p w:rsidR="002D7B69" w:rsidRPr="00AC6F67" w:rsidRDefault="002D7B69" w:rsidP="00AC6F6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AC6F67">
        <w:rPr>
          <w:rFonts w:ascii="Arial" w:hAnsi="Arial" w:cs="Arial"/>
          <w:sz w:val="20"/>
          <w:szCs w:val="20"/>
        </w:rPr>
        <w:br/>
        <w:t>Es posible que te sientas agitado y muy sensible en este momento, ya que las energías entrantes están creando cierta turbulencia interior. Concéntrate en conectarte con tu cuerpo físico, lo que te ayudará a estabilizarse y seguir la corriente. Recuerda que hay una inteligencia innata dentro de ti que te está guiando a través de este tiempo de sanación y transición. Permítete estar con lo que es sabiendo que estas energías incómodas te liberarán en última instancia de lo que sea que te mantenga estancado.</w:t>
      </w:r>
    </w:p>
    <w:p w:rsidR="002D7B69" w:rsidRDefault="002D7B69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2D7B69" w:rsidRPr="00453096" w:rsidRDefault="002D7B69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453096">
        <w:rPr>
          <w:rFonts w:ascii="Arial" w:hAnsi="Arial" w:cs="Arial"/>
          <w:sz w:val="20"/>
          <w:szCs w:val="20"/>
        </w:rPr>
        <w:t>Kate</w:t>
      </w:r>
    </w:p>
    <w:p w:rsidR="002D7B69" w:rsidRPr="00453096" w:rsidRDefault="002D7B69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53096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53096">
        <w:rPr>
          <w:rFonts w:ascii="Arial" w:hAnsi="Arial" w:cs="Arial"/>
          <w:sz w:val="20"/>
          <w:szCs w:val="20"/>
        </w:rPr>
        <w:t>http://www.spiritpathways.co.za</w:t>
      </w:r>
    </w:p>
    <w:p w:rsidR="002D7B69" w:rsidRPr="00F73237" w:rsidRDefault="002D7B69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2D7B69" w:rsidRDefault="002D7B69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2D7B69" w:rsidRDefault="002D7B69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2D7B69" w:rsidRDefault="002D7B69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2D7B69" w:rsidRDefault="002D7B69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2D7B69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4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4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4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4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4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84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13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4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4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4013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84010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40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584011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4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58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4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4012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84013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584014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4011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36584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584012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84013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84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84011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4014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58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4010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4012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84011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4014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4011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84013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584014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584013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84010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401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4011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84013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584014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84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4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4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84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8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4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4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84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4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4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4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4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4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44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45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6584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045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45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6584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423</Words>
  <Characters>2331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2021-07-05T14:25:00Z</dcterms:created>
  <dcterms:modified xsi:type="dcterms:W3CDTF">2021-07-05T14:28:00Z</dcterms:modified>
</cp:coreProperties>
</file>