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81" w:rsidRPr="00A2539C" w:rsidRDefault="001F3981" w:rsidP="006B768E">
      <w:pPr>
        <w:pStyle w:val="Heading1"/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Preparado y Listo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18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1F3981" w:rsidRDefault="001F3981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1F3981" w:rsidRPr="001E6E7C" w:rsidRDefault="001F3981" w:rsidP="001E6E7C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E6E7C">
        <w:rPr>
          <w:rFonts w:ascii="Arial" w:hAnsi="Arial" w:cs="Arial"/>
          <w:color w:val="050505"/>
          <w:sz w:val="20"/>
          <w:szCs w:val="20"/>
        </w:rPr>
        <w:t>La energía entrante es intensa a medida que las poderosas fuerzas cósmicas del Sol y la Luna se reúnen en preparación para el Eclipse de Luna Llena de mañana. Con este Eclipse estamos preparados y listos para saltar hacia lo desconocido. Como tal, la energía es transformadora y absorbente y sentiremos tanto una tensión como una expansión a medida que se aceleran las contracciones del renacimiento.</w:t>
      </w:r>
    </w:p>
    <w:p w:rsidR="001F3981" w:rsidRPr="001E6E7C" w:rsidRDefault="001F3981" w:rsidP="001E6E7C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1F3981" w:rsidRPr="001E6E7C" w:rsidRDefault="001F3981" w:rsidP="001E6E7C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1F3981" w:rsidRPr="001E6E7C" w:rsidRDefault="001F3981" w:rsidP="001E6E7C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1E6E7C">
        <w:rPr>
          <w:rFonts w:ascii="Arial" w:hAnsi="Arial" w:cs="Arial"/>
          <w:color w:val="050505"/>
          <w:sz w:val="20"/>
          <w:szCs w:val="20"/>
        </w:rPr>
        <w:t xml:space="preserve">Dentro de este Eclipse llegamos a un punto de conclusión en el que se te ofrece una liberación total del pasado. Descubrirás que los lazos energéticos y kármicos que te han mantenido reciclando el pasado se disolverán trayendo una resolución profunda a muchas de las situaciones y experiencias con las que has estado luchando. Habrá muchos que se enfrentarán a desafíos en este momento, ya que las cosas parecen estar fuera de control. Las respuestas y reacciones variarán y puede haber una sensación general de nerviosismo. Recuerda estar conectado a tierra y centrado, ya que la intensidad puede ser abrumadora. </w:t>
      </w:r>
    </w:p>
    <w:p w:rsidR="001F3981" w:rsidRPr="00052557" w:rsidRDefault="001F3981" w:rsidP="005F25F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5F25F7"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Mucho amor,</w:t>
      </w:r>
    </w:p>
    <w:p w:rsidR="001F3981" w:rsidRPr="00052557" w:rsidRDefault="001F3981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1F3981" w:rsidRPr="00052557" w:rsidRDefault="001F3981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1F3981" w:rsidRPr="00052557" w:rsidRDefault="001F3981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1F3981" w:rsidRPr="00052557" w:rsidRDefault="001F3981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1F3981" w:rsidRDefault="001F3981" w:rsidP="007934D8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Pueden descargar las canalizaciones y artículos de Kate Spreckley en español, en archivo Word, en http://www.manantialcaduceo.com.ar/libros.htm</w:t>
      </w:r>
    </w:p>
    <w:p w:rsidR="001F3981" w:rsidRPr="00052557" w:rsidRDefault="001F3981" w:rsidP="00006E5E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1F3981" w:rsidRPr="00052557" w:rsidRDefault="001F3981" w:rsidP="00006E5E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1F3981" w:rsidRPr="00052557" w:rsidRDefault="001F3981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1F3981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E5E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6E7C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981"/>
    <w:rsid w:val="001F3DB6"/>
    <w:rsid w:val="001F3F0D"/>
    <w:rsid w:val="001F40A4"/>
    <w:rsid w:val="001F4321"/>
    <w:rsid w:val="001F4793"/>
    <w:rsid w:val="001F49E3"/>
    <w:rsid w:val="001F510F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A35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A06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62F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34A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4ED4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1FB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5D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5F7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887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53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68E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29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6FC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4D8"/>
    <w:rsid w:val="00793ABA"/>
    <w:rsid w:val="00793F1A"/>
    <w:rsid w:val="00793F66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128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816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11A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43E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125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BC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739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6A6C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5CF0"/>
    <w:rsid w:val="00D36172"/>
    <w:rsid w:val="00D3620F"/>
    <w:rsid w:val="00D363E2"/>
    <w:rsid w:val="00D3699A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71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5A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BC4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A74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E85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0D9B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  <w:style w:type="character" w:customStyle="1" w:styleId="4yxp">
    <w:name w:val="_4yxp"/>
    <w:basedOn w:val="DefaultParagraphFont"/>
    <w:uiPriority w:val="99"/>
    <w:rsid w:val="007934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6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6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395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395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2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876392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87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394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5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76396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392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88876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3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6394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76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3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395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87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2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39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3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396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392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394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876396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39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2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392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393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394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876395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6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6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76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6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26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88876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6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27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88876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34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42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2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2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2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2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2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76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87643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87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76431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35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3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43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43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888764278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33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28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29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642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3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43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87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6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4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764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876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8887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76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4306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764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764352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64355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76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88876436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76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6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88876431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76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6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4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88876433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76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76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76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4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6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452</Words>
  <Characters>2486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2021-11-19T01:06:00Z</dcterms:created>
  <dcterms:modified xsi:type="dcterms:W3CDTF">2021-11-20T00:14:00Z</dcterms:modified>
</cp:coreProperties>
</file>