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C1" w:rsidRPr="007D0F95" w:rsidRDefault="00AC59C1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Influencias Ocultas Emergentes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23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AC59C1" w:rsidRPr="00A908CC" w:rsidRDefault="00AC59C1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AC59C1" w:rsidRDefault="00AC59C1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AC59C1" w:rsidRPr="00950267" w:rsidRDefault="00AC59C1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AC59C1" w:rsidRPr="009B339E" w:rsidRDefault="00AC59C1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AC59C1" w:rsidRDefault="00AC59C1" w:rsidP="00F52250">
      <w:pPr>
        <w:pStyle w:val="NormalWeb"/>
        <w:shd w:val="clear" w:color="auto" w:fill="FBFFFA"/>
        <w:spacing w:before="0" w:beforeAutospacing="0" w:after="300" w:afterAutospacing="0"/>
        <w:jc w:val="both"/>
      </w:pPr>
    </w:p>
    <w:p w:rsidR="00AC59C1" w:rsidRPr="0088770B" w:rsidRDefault="00AC59C1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88770B">
        <w:rPr>
          <w:rFonts w:ascii="Arial" w:hAnsi="Arial" w:cs="Arial"/>
          <w:sz w:val="20"/>
          <w:szCs w:val="20"/>
        </w:rPr>
        <w:t>Las puertas se abren y las puertas se cierran mientras nos liberamos del pasado. Esto puede ser desconcertante y perturbador si continuamos aferrándonos al pasado o creemos que podemos controlar los eventos externos. No es prudente esperar que haya algo de estabilidad, ya que todo cambia constantemente. Como tal, no podemos esperar controlar la vida o saber exactamente cómo saldrán las cosas. Si nos mantenemos flexibles y adaptables, podemos comenzar a percibir los cambios positivos y positivos que están ocurriendo ahora. Cualquier desafío que enfrentemos revelará la resistencia que tenemos para cambiar.</w:t>
      </w:r>
    </w:p>
    <w:p w:rsidR="00AC59C1" w:rsidRPr="0088770B" w:rsidRDefault="00AC59C1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AC59C1" w:rsidRPr="0088770B" w:rsidRDefault="00AC59C1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88770B">
        <w:rPr>
          <w:rFonts w:ascii="Arial" w:hAnsi="Arial" w:cs="Arial"/>
          <w:sz w:val="20"/>
          <w:szCs w:val="20"/>
        </w:rPr>
        <w:t>Este fin de semana es un tiempo de preparación a medida que las energías se acumulan hacia la Luna Llena del lunes. Las lunas llenas iluminan las influencias ocultas y sacan a la superficie lo que hay que ver. Con la Luna Llena de este mes, se pueden esperar realizaciones repentinas y resaltar cualquier incertidumbre e indecisión. Es posible que te sientas algo desconectado de tu antiguo yo y de tu antigua vida. Como resultado, serás más receptivo al proceso de transformación que estás atravesando actualmente. Prepárate para esta Luna Llena estando abierto a lo que está surgiendo.</w:t>
      </w:r>
    </w:p>
    <w:p w:rsidR="00AC59C1" w:rsidRDefault="00AC59C1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AC59C1" w:rsidRPr="00EA0DA6" w:rsidRDefault="00AC59C1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AC59C1" w:rsidRPr="00950267" w:rsidRDefault="00AC59C1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AC59C1" w:rsidRPr="00F73237" w:rsidRDefault="00AC59C1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AC59C1" w:rsidRDefault="00AC59C1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AC59C1" w:rsidRDefault="00AC59C1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AC59C1" w:rsidRDefault="00AC59C1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AC59C1" w:rsidRDefault="00AC59C1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AC59C1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9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9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9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9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20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9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9319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9317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9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19317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419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9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9319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9320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19321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9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9317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23419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19318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19319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19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9318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19320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41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9316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931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9317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1932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9317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19319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419321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1932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9317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19317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9318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19319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419320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9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9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9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9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9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1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9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9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506</TotalTime>
  <Pages>1</Pages>
  <Words>453</Words>
  <Characters>2494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/>
  <cp:keywords/>
  <dc:description/>
  <cp:lastModifiedBy>gwartel@hotmail.com</cp:lastModifiedBy>
  <cp:revision>5</cp:revision>
  <dcterms:created xsi:type="dcterms:W3CDTF">2021-04-23T13:14:00Z</dcterms:created>
  <dcterms:modified xsi:type="dcterms:W3CDTF">2021-04-23T22:25:00Z</dcterms:modified>
</cp:coreProperties>
</file>