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78" w:rsidRPr="00A2539C" w:rsidRDefault="00567B78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Finalización y Nuevos Comienzos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15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567B78" w:rsidRDefault="00567B7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567B78" w:rsidRPr="00AC6CCC" w:rsidRDefault="00567B78" w:rsidP="00AC6CC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Esta semana se acumula energía poderosa a medida que nos dirigimos hacia el eclipse de luna llena el viernes. Este es un eclipse particularmente poderoso y marcará el comienzo del próximo capítulo de la evolución de nuestra alma. Es un momento emocionante en el que comenzaremos a romper la tensión que ha dominado los últimos meses. Tenga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n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en cuenta que los eclipses aumentan nuestra sensibilidad y es fundamental que nos centremos en mantenernos centrados y equilibrados durante este tiempo. Cualquier caos inesperado que surja ahora nos servirá en última instancia y nos llevará a una alineación más profunda con nuestra alma. </w:t>
      </w:r>
    </w:p>
    <w:p w:rsidR="00567B78" w:rsidRPr="00AC6CCC" w:rsidRDefault="00567B78" w:rsidP="00AC6CC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567B78" w:rsidRPr="00AC6CCC" w:rsidRDefault="00567B78" w:rsidP="00AC6CC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:rsidR="00567B78" w:rsidRPr="00AC6CCC" w:rsidRDefault="00567B78" w:rsidP="00AC6CC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Todo lo que se ha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z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estado construyendo dentro de ti saldrá a la luz durante la próxima semana cuando las energías inicien un despertar más profundo.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Es posible que t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e sienta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 impulsado a revisar t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u vida, las opciones que tiene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ahora y el potencial que se está desarrollando.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Permite que tu percepción de t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us circ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unstancias se amplíe y reconoce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que este es un momento de finalización y nuevos comienzos. Abraza la plenitud de este momento y honra lo que ha sido.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Observa t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u vida en este punto sin la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necesidad de actuar y reconoce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que cualquier cosa que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esté ocurriendo dentro de ti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 xml:space="preserve"> n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ecesita tiempo para emerger en t</w:t>
      </w:r>
      <w:r w:rsidRPr="00AC6CCC">
        <w:rPr>
          <w:rFonts w:ascii="Arial" w:hAnsi="Arial" w:cs="Arial"/>
          <w:sz w:val="20"/>
          <w:szCs w:val="20"/>
          <w:bdr w:val="none" w:sz="0" w:space="0" w:color="auto" w:frame="1"/>
        </w:rPr>
        <w:t>u conciencia.  </w:t>
      </w:r>
    </w:p>
    <w:p w:rsidR="00567B78" w:rsidRPr="00052557" w:rsidRDefault="00567B78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567B78" w:rsidRPr="00052557" w:rsidRDefault="00567B78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567B78" w:rsidRPr="00052557" w:rsidRDefault="00567B78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567B78" w:rsidRPr="00052557" w:rsidRDefault="00567B78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567B78" w:rsidRPr="00052557" w:rsidRDefault="00567B78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567B78" w:rsidRPr="00052557" w:rsidRDefault="00567B78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567B78" w:rsidRPr="00052557" w:rsidRDefault="00567B78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</w:r>
    </w:p>
    <w:sectPr w:rsidR="00567B78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B78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CCC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43F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1EFB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3B3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3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40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39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37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73237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7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39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40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73241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37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357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3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73239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73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38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40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7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37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39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37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40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37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39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73241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40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37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37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38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39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73240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7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73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573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7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71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3573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71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71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3573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9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7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6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8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7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7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282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57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73276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80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3280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73276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835732727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8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73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327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7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81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279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7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732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573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83573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73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755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73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73280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2804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73281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73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573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73276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73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573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73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73278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73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73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341</Words>
  <Characters>1880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2021-11-16T14:51:00Z</dcterms:created>
  <dcterms:modified xsi:type="dcterms:W3CDTF">2021-11-16T14:55:00Z</dcterms:modified>
</cp:coreProperties>
</file>